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D6C6C" w14:textId="77777777" w:rsidR="00A45547" w:rsidRPr="00A45547" w:rsidRDefault="00A45547" w:rsidP="00A45547">
      <w:pPr>
        <w:pStyle w:val="TEKSTZacznikido"/>
      </w:pPr>
      <w:r w:rsidRPr="00A45547">
        <w:t>Załącznik</w:t>
      </w:r>
    </w:p>
    <w:p w14:paraId="16A53305" w14:textId="77777777" w:rsidR="00A45547" w:rsidRPr="00A45547" w:rsidRDefault="00A45547" w:rsidP="00A45547">
      <w:pPr>
        <w:pStyle w:val="TEKSTZacznikido"/>
      </w:pPr>
      <w:r w:rsidRPr="00A45547">
        <w:t>do rozporządzenia</w:t>
      </w:r>
    </w:p>
    <w:p w14:paraId="5AA2FABE" w14:textId="77777777" w:rsidR="00A45547" w:rsidRPr="00A45547" w:rsidRDefault="00A45547" w:rsidP="00A45547">
      <w:pPr>
        <w:pStyle w:val="TEKSTZacznikido"/>
      </w:pPr>
      <w:r w:rsidRPr="00A45547">
        <w:t>Prezesa Rady Ministrów</w:t>
      </w:r>
    </w:p>
    <w:p w14:paraId="397A2025" w14:textId="627B3068" w:rsidR="00A45547" w:rsidRPr="00A45547" w:rsidRDefault="00A45547" w:rsidP="00A45547">
      <w:pPr>
        <w:pStyle w:val="TEKSTZacznikido"/>
      </w:pPr>
      <w:r w:rsidRPr="00A45547">
        <w:t xml:space="preserve">z dnia </w:t>
      </w:r>
      <w:r w:rsidR="00AA0475">
        <w:t>31.12.2021 r.</w:t>
      </w:r>
      <w:r w:rsidRPr="00A45547">
        <w:t xml:space="preserve"> (poz. </w:t>
      </w:r>
      <w:r w:rsidR="00AA0475">
        <w:t>2503</w:t>
      </w:r>
      <w:r w:rsidRPr="00A45547">
        <w:t>)</w:t>
      </w:r>
    </w:p>
    <w:p w14:paraId="1D2FEC1B" w14:textId="77777777" w:rsidR="00A45547" w:rsidRPr="00A45547" w:rsidRDefault="00A45547" w:rsidP="00A45547"/>
    <w:p w14:paraId="52819848" w14:textId="77777777" w:rsidR="00A45547" w:rsidRPr="00957874" w:rsidRDefault="007A083F" w:rsidP="007A083F">
      <w:pPr>
        <w:pStyle w:val="OZNRODZAKTUtznustawalubrozporzdzenieiorganwydajcy"/>
        <w:rPr>
          <w:lang w:eastAsia="en-US"/>
        </w:rPr>
      </w:pPr>
      <w:r w:rsidRPr="00957874">
        <w:rPr>
          <w:lang w:eastAsia="en-US"/>
        </w:rPr>
        <w:t>WZÓR</w:t>
      </w:r>
    </w:p>
    <w:p w14:paraId="50BBDF24" w14:textId="77777777" w:rsidR="00A45547" w:rsidRPr="00A45547" w:rsidRDefault="00A45547" w:rsidP="00A45547">
      <w:pPr>
        <w:rPr>
          <w:lang w:eastAsia="en-US"/>
        </w:rPr>
      </w:pPr>
    </w:p>
    <w:tbl>
      <w:tblPr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948"/>
        <w:gridCol w:w="7258"/>
      </w:tblGrid>
      <w:tr w:rsidR="00A45547" w:rsidRPr="00A45547" w14:paraId="208DEA80" w14:textId="77777777" w:rsidTr="005B7CCA">
        <w:trPr>
          <w:trHeight w:val="722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6C51E0" w14:textId="77777777" w:rsidR="00A45547" w:rsidRPr="00A45547" w:rsidRDefault="00A45547" w:rsidP="00A45547">
            <w:pPr>
              <w:rPr>
                <w:rStyle w:val="Ppogrubienie"/>
                <w:lang w:eastAsia="en-US"/>
              </w:rPr>
            </w:pPr>
            <w:r w:rsidRPr="00A45547">
              <w:rPr>
                <w:rStyle w:val="Ppogrubienie"/>
                <w:lang w:eastAsia="en-US"/>
              </w:rPr>
              <w:t>WNIOSEK O PRZYZNANIE NAGRODY PREZESA RADY MINISTRÓW</w:t>
            </w:r>
          </w:p>
        </w:tc>
      </w:tr>
      <w:tr w:rsidR="00A45547" w:rsidRPr="00A45547" w14:paraId="1CF9D862" w14:textId="77777777" w:rsidTr="005B7CCA">
        <w:trPr>
          <w:trHeight w:val="419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69E818" w14:textId="77777777" w:rsidR="00A45547" w:rsidRPr="00A45547" w:rsidRDefault="00A45547" w:rsidP="00A45547">
            <w:pPr>
              <w:rPr>
                <w:rStyle w:val="Ppogrubienie"/>
                <w:lang w:eastAsia="en-US"/>
              </w:rPr>
            </w:pPr>
            <w:r w:rsidRPr="00A45547">
              <w:rPr>
                <w:rStyle w:val="Ppogrubienie"/>
                <w:lang w:eastAsia="en-US"/>
              </w:rPr>
              <w:t>WNIOSKODAWCA</w:t>
            </w:r>
          </w:p>
        </w:tc>
      </w:tr>
      <w:tr w:rsidR="00A45547" w:rsidRPr="00A45547" w14:paraId="0795B2FD" w14:textId="77777777" w:rsidTr="007A083F">
        <w:trPr>
          <w:trHeight w:val="40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EEDE3A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nazwa podmiotu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01A81" w14:textId="77777777" w:rsidR="00A45547" w:rsidRPr="00A45547" w:rsidRDefault="00A45547" w:rsidP="00A45547">
            <w:pPr>
              <w:rPr>
                <w:lang w:eastAsia="en-US"/>
              </w:rPr>
            </w:pPr>
          </w:p>
        </w:tc>
      </w:tr>
      <w:tr w:rsidR="00A45547" w:rsidRPr="00A45547" w14:paraId="6ABE7097" w14:textId="77777777" w:rsidTr="007A083F">
        <w:trPr>
          <w:trHeight w:val="40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004B83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imię i nazwisko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D8B86" w14:textId="77777777" w:rsidR="00A45547" w:rsidRPr="00A45547" w:rsidRDefault="00A45547" w:rsidP="00A45547">
            <w:pPr>
              <w:rPr>
                <w:lang w:eastAsia="en-US"/>
              </w:rPr>
            </w:pPr>
          </w:p>
        </w:tc>
      </w:tr>
      <w:tr w:rsidR="00A45547" w:rsidRPr="00A45547" w14:paraId="394D1F83" w14:textId="77777777" w:rsidTr="007A083F">
        <w:trPr>
          <w:trHeight w:val="40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F233B0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pełniona funkcja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5B0D1" w14:textId="77777777" w:rsidR="00A45547" w:rsidRPr="00A45547" w:rsidRDefault="00A45547" w:rsidP="00A45547">
            <w:pPr>
              <w:rPr>
                <w:lang w:eastAsia="en-US"/>
              </w:rPr>
            </w:pPr>
          </w:p>
        </w:tc>
      </w:tr>
      <w:tr w:rsidR="00A45547" w:rsidRPr="00A45547" w14:paraId="69D39090" w14:textId="77777777" w:rsidTr="007A083F">
        <w:trPr>
          <w:trHeight w:val="40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BEB968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adres do korespondencji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BBC4C" w14:textId="77777777" w:rsidR="00A45547" w:rsidRPr="00A45547" w:rsidRDefault="00A45547" w:rsidP="00A45547">
            <w:pPr>
              <w:rPr>
                <w:lang w:eastAsia="en-US"/>
              </w:rPr>
            </w:pPr>
          </w:p>
        </w:tc>
      </w:tr>
      <w:tr w:rsidR="00A45547" w:rsidRPr="00A45547" w14:paraId="11CB861D" w14:textId="77777777" w:rsidTr="007A083F">
        <w:trPr>
          <w:trHeight w:val="40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5DE629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numer telefonu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3AAC7" w14:textId="77777777" w:rsidR="00A45547" w:rsidRPr="00A45547" w:rsidRDefault="00A45547" w:rsidP="00A45547">
            <w:pPr>
              <w:rPr>
                <w:lang w:eastAsia="en-US"/>
              </w:rPr>
            </w:pPr>
          </w:p>
        </w:tc>
      </w:tr>
      <w:tr w:rsidR="00A45547" w:rsidRPr="00A45547" w14:paraId="1A9B3327" w14:textId="77777777" w:rsidTr="007A083F">
        <w:trPr>
          <w:trHeight w:val="40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E4B6A4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adres poczty elektronicznej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F7C95" w14:textId="77777777" w:rsidR="00A45547" w:rsidRPr="00A45547" w:rsidRDefault="00A45547" w:rsidP="00A45547">
            <w:pPr>
              <w:rPr>
                <w:lang w:eastAsia="en-US"/>
              </w:rPr>
            </w:pPr>
          </w:p>
        </w:tc>
      </w:tr>
      <w:tr w:rsidR="00A45547" w:rsidRPr="00A45547" w14:paraId="3881848B" w14:textId="77777777" w:rsidTr="005B7CCA">
        <w:trPr>
          <w:trHeight w:val="432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061C89" w14:textId="26C7F0AF" w:rsidR="00A45547" w:rsidRPr="00A45547" w:rsidRDefault="00A45547" w:rsidP="00A45547">
            <w:pPr>
              <w:rPr>
                <w:rStyle w:val="Ppogrubienie"/>
                <w:lang w:eastAsia="en-US"/>
              </w:rPr>
            </w:pPr>
            <w:r w:rsidRPr="00A45547">
              <w:rPr>
                <w:rStyle w:val="Ppogrubienie"/>
                <w:lang w:eastAsia="en-US"/>
              </w:rPr>
              <w:t>Wnioskuję o przyznanie nagrody Prezesa Rady Ministrów za</w:t>
            </w:r>
            <w:r w:rsidRPr="00A45547">
              <w:rPr>
                <w:rStyle w:val="IGindeksgrny"/>
                <w:lang w:eastAsia="en-US"/>
              </w:rPr>
              <w:t>1)</w:t>
            </w:r>
            <w:r w:rsidRPr="00A45547">
              <w:rPr>
                <w:rStyle w:val="Ppogrubienie"/>
                <w:lang w:eastAsia="en-US"/>
              </w:rPr>
              <w:t>:</w:t>
            </w:r>
          </w:p>
        </w:tc>
      </w:tr>
      <w:tr w:rsidR="00A45547" w:rsidRPr="00A45547" w14:paraId="618CE37B" w14:textId="77777777" w:rsidTr="005B7CCA">
        <w:trPr>
          <w:trHeight w:val="646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C69AFE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□ wyróżniającą się rozprawę doktorską</w:t>
            </w:r>
          </w:p>
          <w:p w14:paraId="6D34DB96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□ wysoko ocenione osiągnięcia będące podstawą nadania stopnia doktora habilitowanego</w:t>
            </w:r>
          </w:p>
          <w:p w14:paraId="1FD8F71D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□ osiągnięcia w zakresie działalności naukowej, w tym twórczości artystycznej, lub działalności wdrożeniowej</w:t>
            </w:r>
          </w:p>
        </w:tc>
      </w:tr>
      <w:tr w:rsidR="00A45547" w:rsidRPr="00A45547" w14:paraId="170C33AF" w14:textId="77777777" w:rsidTr="005B7CCA">
        <w:trPr>
          <w:trHeight w:val="379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FFDE9D" w14:textId="5F694429" w:rsidR="00A45547" w:rsidRPr="00A45547" w:rsidRDefault="00A45547" w:rsidP="00A45547">
            <w:pPr>
              <w:rPr>
                <w:rStyle w:val="Ppogrubienie"/>
                <w:lang w:eastAsia="en-US"/>
              </w:rPr>
            </w:pPr>
            <w:r w:rsidRPr="00A45547">
              <w:rPr>
                <w:rStyle w:val="Ppogrubienie"/>
                <w:lang w:eastAsia="en-US"/>
              </w:rPr>
              <w:t>KANDYDAT DO NAGRODY</w:t>
            </w:r>
            <w:r w:rsidRPr="00A45547">
              <w:rPr>
                <w:rStyle w:val="IGindeksgrny"/>
                <w:lang w:eastAsia="en-US"/>
              </w:rPr>
              <w:t>2)</w:t>
            </w:r>
          </w:p>
        </w:tc>
      </w:tr>
      <w:tr w:rsidR="00A45547" w:rsidRPr="00A45547" w14:paraId="7BF2211E" w14:textId="77777777" w:rsidTr="007A083F">
        <w:trPr>
          <w:trHeight w:val="62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2783C9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imiona i nazwisko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78D3C" w14:textId="77777777" w:rsidR="00A45547" w:rsidRPr="00A45547" w:rsidRDefault="00A45547" w:rsidP="00A45547">
            <w:pPr>
              <w:rPr>
                <w:lang w:eastAsia="en-US"/>
              </w:rPr>
            </w:pPr>
          </w:p>
        </w:tc>
      </w:tr>
      <w:tr w:rsidR="00A45547" w:rsidRPr="00A45547" w14:paraId="0EDA9323" w14:textId="77777777" w:rsidTr="007A083F">
        <w:trPr>
          <w:trHeight w:val="62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ED7270" w14:textId="170F49A0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 xml:space="preserve">tytuł zawodowy, stopień naukowy, </w:t>
            </w:r>
            <w:r w:rsidR="00154041" w:rsidRPr="00154041">
              <w:rPr>
                <w:lang w:eastAsia="en-US"/>
              </w:rPr>
              <w:t>stopień w zakresie sztuki</w:t>
            </w:r>
            <w:r w:rsidR="00154041">
              <w:t>,</w:t>
            </w:r>
            <w:r w:rsidR="00154041" w:rsidRPr="00154041">
              <w:rPr>
                <w:lang w:eastAsia="en-US"/>
              </w:rPr>
              <w:t xml:space="preserve"> </w:t>
            </w:r>
            <w:r w:rsidRPr="00A45547">
              <w:rPr>
                <w:lang w:eastAsia="en-US"/>
              </w:rPr>
              <w:t>tytuł profesora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BF3F3" w14:textId="77777777" w:rsidR="00A45547" w:rsidRPr="00A45547" w:rsidRDefault="00A45547" w:rsidP="00A45547">
            <w:pPr>
              <w:rPr>
                <w:lang w:eastAsia="en-US"/>
              </w:rPr>
            </w:pPr>
          </w:p>
        </w:tc>
      </w:tr>
      <w:tr w:rsidR="00A45547" w:rsidRPr="00A45547" w14:paraId="4FC0E8E2" w14:textId="77777777" w:rsidTr="007A083F">
        <w:trPr>
          <w:trHeight w:val="62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4B61BB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dziedzina nauki albo sztuki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12FBB" w14:textId="77777777" w:rsidR="00A45547" w:rsidRPr="00A45547" w:rsidRDefault="00A45547" w:rsidP="00A45547">
            <w:pPr>
              <w:rPr>
                <w:lang w:eastAsia="en-US"/>
              </w:rPr>
            </w:pPr>
          </w:p>
        </w:tc>
      </w:tr>
      <w:tr w:rsidR="00A45547" w:rsidRPr="00A45547" w14:paraId="50754EB4" w14:textId="77777777" w:rsidTr="007A083F">
        <w:trPr>
          <w:trHeight w:val="62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B2F8AC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dyscyplina naukowa albo artystyczna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ABEC5" w14:textId="77777777" w:rsidR="00A45547" w:rsidRPr="00A45547" w:rsidRDefault="00A45547" w:rsidP="00A45547">
            <w:pPr>
              <w:rPr>
                <w:lang w:eastAsia="en-US"/>
              </w:rPr>
            </w:pPr>
          </w:p>
        </w:tc>
      </w:tr>
      <w:tr w:rsidR="00A45547" w:rsidRPr="00A45547" w14:paraId="2D168932" w14:textId="77777777" w:rsidTr="007A083F">
        <w:trPr>
          <w:trHeight w:val="62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91FA4" w14:textId="77777777" w:rsidR="00A45547" w:rsidRPr="00A45547" w:rsidRDefault="007A083F" w:rsidP="00A45547">
            <w:pPr>
              <w:rPr>
                <w:lang w:eastAsia="en-US"/>
              </w:rPr>
            </w:pPr>
            <w:r>
              <w:rPr>
                <w:lang w:eastAsia="en-US"/>
              </w:rPr>
              <w:t>m</w:t>
            </w:r>
            <w:r w:rsidR="00A45547" w:rsidRPr="00A45547">
              <w:rPr>
                <w:lang w:eastAsia="en-US"/>
              </w:rPr>
              <w:t>iejsce zatrudnienia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F9EA8" w14:textId="77777777" w:rsidR="00A45547" w:rsidRPr="00A45547" w:rsidRDefault="00A45547" w:rsidP="00A45547">
            <w:pPr>
              <w:rPr>
                <w:lang w:eastAsia="en-US"/>
              </w:rPr>
            </w:pPr>
          </w:p>
        </w:tc>
      </w:tr>
      <w:tr w:rsidR="00A45547" w:rsidRPr="00A45547" w14:paraId="4B27009A" w14:textId="77777777" w:rsidTr="007A083F">
        <w:trPr>
          <w:trHeight w:val="62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A07CC" w14:textId="6468C9E2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lastRenderedPageBreak/>
              <w:t>określenie procentowego udziału w powstaniu osiągnięcia</w:t>
            </w:r>
            <w:r w:rsidRPr="00E403F0">
              <w:rPr>
                <w:rStyle w:val="IGindeksgrny"/>
              </w:rPr>
              <w:t>3)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A05A3" w14:textId="77777777" w:rsidR="00A45547" w:rsidRPr="00A45547" w:rsidRDefault="00A45547" w:rsidP="00A45547">
            <w:pPr>
              <w:rPr>
                <w:lang w:eastAsia="en-US"/>
              </w:rPr>
            </w:pPr>
          </w:p>
        </w:tc>
      </w:tr>
      <w:tr w:rsidR="00A45547" w:rsidRPr="00A45547" w14:paraId="18A34E17" w14:textId="77777777" w:rsidTr="005B7CCA">
        <w:trPr>
          <w:trHeight w:val="45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4EEB3D" w14:textId="33EC67EE" w:rsidR="00A45547" w:rsidRPr="00A45547" w:rsidRDefault="00A45547" w:rsidP="006235A7">
            <w:pPr>
              <w:rPr>
                <w:rStyle w:val="Ppogrubienie"/>
                <w:lang w:eastAsia="en-US"/>
              </w:rPr>
            </w:pPr>
            <w:r w:rsidRPr="00A45547">
              <w:rPr>
                <w:rStyle w:val="Ppogrubienie"/>
                <w:lang w:eastAsia="en-US"/>
              </w:rPr>
              <w:t>TYTUŁ</w:t>
            </w:r>
            <w:r w:rsidR="006235A7">
              <w:rPr>
                <w:rStyle w:val="Ppogrubienie"/>
              </w:rPr>
              <w:t xml:space="preserve"> (</w:t>
            </w:r>
            <w:r w:rsidRPr="00A45547">
              <w:rPr>
                <w:rStyle w:val="Ppogrubienie"/>
                <w:lang w:eastAsia="en-US"/>
              </w:rPr>
              <w:t>NAZWA</w:t>
            </w:r>
            <w:r w:rsidR="006235A7">
              <w:rPr>
                <w:rStyle w:val="Ppogrubienie"/>
              </w:rPr>
              <w:t>)</w:t>
            </w:r>
            <w:r w:rsidRPr="00A45547">
              <w:rPr>
                <w:rStyle w:val="Ppogrubienie"/>
                <w:lang w:eastAsia="en-US"/>
              </w:rPr>
              <w:t xml:space="preserve"> I OPIS OSIĄGNIĘCIA KANDYDATA DO NAGRODY</w:t>
            </w:r>
            <w:r>
              <w:rPr>
                <w:rStyle w:val="Ppogrubienie"/>
              </w:rPr>
              <w:t xml:space="preserve"> </w:t>
            </w:r>
            <w:r w:rsidRPr="00A45547">
              <w:rPr>
                <w:rStyle w:val="IGindeksgrny"/>
                <w:lang w:eastAsia="en-US"/>
              </w:rPr>
              <w:t>4),5),6)</w:t>
            </w:r>
          </w:p>
        </w:tc>
      </w:tr>
      <w:tr w:rsidR="00A45547" w:rsidRPr="00A45547" w14:paraId="617C2866" w14:textId="77777777" w:rsidTr="005B7CCA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79468" w14:textId="77777777" w:rsidR="00A45547" w:rsidRPr="00A45547" w:rsidRDefault="00A45547" w:rsidP="00A45547">
            <w:pPr>
              <w:rPr>
                <w:lang w:eastAsia="en-US"/>
              </w:rPr>
            </w:pPr>
          </w:p>
          <w:p w14:paraId="08B3B441" w14:textId="77777777" w:rsidR="00A45547" w:rsidRPr="00A45547" w:rsidRDefault="00A45547" w:rsidP="00A45547">
            <w:pPr>
              <w:rPr>
                <w:lang w:eastAsia="en-US"/>
              </w:rPr>
            </w:pPr>
          </w:p>
          <w:p w14:paraId="7116D157" w14:textId="77777777" w:rsidR="00A45547" w:rsidRPr="00A45547" w:rsidRDefault="00A45547" w:rsidP="00A45547">
            <w:pPr>
              <w:rPr>
                <w:lang w:eastAsia="en-US"/>
              </w:rPr>
            </w:pPr>
          </w:p>
          <w:p w14:paraId="1369EB7F" w14:textId="77777777" w:rsidR="00A45547" w:rsidRPr="00A45547" w:rsidRDefault="00A45547" w:rsidP="00A45547">
            <w:pPr>
              <w:rPr>
                <w:lang w:eastAsia="en-US"/>
              </w:rPr>
            </w:pPr>
          </w:p>
        </w:tc>
      </w:tr>
      <w:tr w:rsidR="00A45547" w:rsidRPr="00A45547" w14:paraId="4318DFA4" w14:textId="77777777" w:rsidTr="007A083F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6B2E9" w14:textId="77777777" w:rsidR="007A083F" w:rsidRDefault="00A45547" w:rsidP="00A45547">
            <w:r w:rsidRPr="00A45547">
              <w:rPr>
                <w:lang w:eastAsia="en-US"/>
              </w:rPr>
              <w:t>Miejscowość, data,</w:t>
            </w:r>
          </w:p>
          <w:p w14:paraId="2EAA7707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podpis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50E0D" w14:textId="77777777" w:rsidR="00A45547" w:rsidRPr="00A45547" w:rsidRDefault="00A45547" w:rsidP="00A45547">
            <w:pPr>
              <w:rPr>
                <w:lang w:eastAsia="en-US"/>
              </w:rPr>
            </w:pPr>
          </w:p>
        </w:tc>
      </w:tr>
      <w:tr w:rsidR="00A45547" w:rsidRPr="00A45547" w14:paraId="70589E33" w14:textId="77777777" w:rsidTr="005B7CCA">
        <w:trPr>
          <w:trHeight w:val="361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486508" w14:textId="77777777" w:rsidR="00A45547" w:rsidRPr="00A45547" w:rsidRDefault="00A45547" w:rsidP="00A45547">
            <w:pPr>
              <w:rPr>
                <w:rStyle w:val="Ppogrubienie"/>
                <w:lang w:eastAsia="en-US"/>
              </w:rPr>
            </w:pPr>
            <w:r w:rsidRPr="00A45547">
              <w:rPr>
                <w:rStyle w:val="Ppogrubienie"/>
                <w:lang w:eastAsia="en-US"/>
              </w:rPr>
              <w:t>DOKUMENTY PRZEDKŁADANE WRAZ Z WNIOSKIEM</w:t>
            </w:r>
          </w:p>
        </w:tc>
      </w:tr>
      <w:tr w:rsidR="00A45547" w:rsidRPr="00A45547" w14:paraId="74CE426C" w14:textId="77777777" w:rsidTr="005B7CCA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B9F082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1)</w:t>
            </w:r>
          </w:p>
          <w:p w14:paraId="024C66F3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2)</w:t>
            </w:r>
          </w:p>
          <w:p w14:paraId="481622D6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3)</w:t>
            </w:r>
          </w:p>
          <w:p w14:paraId="14434C2E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…</w:t>
            </w:r>
          </w:p>
        </w:tc>
      </w:tr>
      <w:tr w:rsidR="00A45547" w:rsidRPr="00A45547" w14:paraId="00558DCB" w14:textId="77777777" w:rsidTr="005B7CCA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D70E8A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Oświadczam, że informacje zawarte we wniosku są zgodne ze stanem faktycznym i prawnym.</w:t>
            </w:r>
          </w:p>
        </w:tc>
      </w:tr>
      <w:tr w:rsidR="00A45547" w:rsidRPr="00A45547" w14:paraId="531B3C20" w14:textId="77777777" w:rsidTr="007A083F">
        <w:trPr>
          <w:trHeight w:val="43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2D4710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Miejscowość, data,</w:t>
            </w:r>
            <w:r w:rsidRPr="00A45547">
              <w:rPr>
                <w:lang w:eastAsia="en-US"/>
              </w:rPr>
              <w:br/>
              <w:t>podpis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C11FE" w14:textId="77777777" w:rsidR="00A45547" w:rsidRPr="00A45547" w:rsidRDefault="00A45547" w:rsidP="00A45547">
            <w:pPr>
              <w:rPr>
                <w:lang w:eastAsia="en-US"/>
              </w:rPr>
            </w:pPr>
          </w:p>
        </w:tc>
      </w:tr>
      <w:tr w:rsidR="00A45547" w:rsidRPr="00A45547" w14:paraId="31B05181" w14:textId="77777777" w:rsidTr="005B7CCA">
        <w:trPr>
          <w:trHeight w:val="432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E8565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 xml:space="preserve">Wyrażam zgodę na przesyłanie korespondencji za pomocą środków komunikacji elektronicznej, </w:t>
            </w:r>
            <w:r w:rsidRPr="00A45547">
              <w:rPr>
                <w:lang w:eastAsia="en-US"/>
              </w:rPr>
              <w:br/>
              <w:t xml:space="preserve">o których mowa w ustawie z dnia 18 lipca 2002 r. o świadczeniu usług drogą elektroniczną (Dz. U. </w:t>
            </w:r>
            <w:r w:rsidRPr="00A45547">
              <w:rPr>
                <w:lang w:eastAsia="en-US"/>
              </w:rPr>
              <w:br/>
              <w:t>z 2020 r. poz. 344).</w:t>
            </w:r>
          </w:p>
        </w:tc>
      </w:tr>
      <w:tr w:rsidR="00A45547" w:rsidRPr="00A45547" w14:paraId="34C1E949" w14:textId="77777777" w:rsidTr="007A083F">
        <w:trPr>
          <w:trHeight w:val="43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38539" w14:textId="77777777" w:rsidR="007A083F" w:rsidRDefault="007A083F" w:rsidP="00A45547">
            <w:pPr>
              <w:rPr>
                <w:lang w:eastAsia="en-US"/>
              </w:rPr>
            </w:pPr>
            <w:r>
              <w:rPr>
                <w:lang w:eastAsia="en-US"/>
              </w:rPr>
              <w:t>Miejscowość, data,</w:t>
            </w:r>
          </w:p>
          <w:p w14:paraId="578AC0DC" w14:textId="77777777" w:rsidR="00A45547" w:rsidRPr="00A45547" w:rsidRDefault="00A45547" w:rsidP="00A45547">
            <w:pPr>
              <w:rPr>
                <w:lang w:eastAsia="en-US"/>
              </w:rPr>
            </w:pPr>
            <w:r w:rsidRPr="00A45547">
              <w:rPr>
                <w:lang w:eastAsia="en-US"/>
              </w:rPr>
              <w:t>podpis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59A02" w14:textId="77777777" w:rsidR="00A45547" w:rsidRPr="00A45547" w:rsidRDefault="00A45547" w:rsidP="00A45547">
            <w:pPr>
              <w:rPr>
                <w:lang w:eastAsia="en-US"/>
              </w:rPr>
            </w:pPr>
          </w:p>
        </w:tc>
      </w:tr>
    </w:tbl>
    <w:p w14:paraId="0E1F75F5" w14:textId="77777777" w:rsidR="00BE6010" w:rsidRDefault="00BE6010" w:rsidP="00A45547"/>
    <w:p w14:paraId="67FCEE36" w14:textId="77777777" w:rsidR="00A45547" w:rsidRPr="00A45547" w:rsidRDefault="00A45547" w:rsidP="00A45547">
      <w:r w:rsidRPr="00A45547">
        <w:t>Objaśnienia:</w:t>
      </w:r>
    </w:p>
    <w:p w14:paraId="6D4B8AA2" w14:textId="77777777" w:rsidR="00A45547" w:rsidRPr="00A45547" w:rsidRDefault="00A45547" w:rsidP="00A45547"/>
    <w:p w14:paraId="06125880" w14:textId="77777777" w:rsidR="00A45547" w:rsidRPr="00A45547" w:rsidRDefault="00A45547" w:rsidP="00AF6C25">
      <w:pPr>
        <w:pStyle w:val="USTustnpkodeksu"/>
        <w:rPr>
          <w:lang w:eastAsia="en-US"/>
        </w:rPr>
      </w:pPr>
      <w:r w:rsidRPr="00A45547">
        <w:rPr>
          <w:rStyle w:val="IGindeksgrny"/>
          <w:lang w:eastAsia="en-US"/>
        </w:rPr>
        <w:t>1)</w:t>
      </w:r>
      <w:r w:rsidRPr="00A45547">
        <w:rPr>
          <w:lang w:eastAsia="en-US"/>
        </w:rPr>
        <w:t xml:space="preserve"> Należy zaznaczyć właściwy kwadrat.</w:t>
      </w:r>
    </w:p>
    <w:p w14:paraId="08D9CC7E" w14:textId="50C23F24" w:rsidR="00A45547" w:rsidRPr="00A45547" w:rsidRDefault="00A45547" w:rsidP="00AF6C25">
      <w:pPr>
        <w:pStyle w:val="USTustnpkodeksu"/>
        <w:rPr>
          <w:lang w:eastAsia="en-US"/>
        </w:rPr>
      </w:pPr>
      <w:r w:rsidRPr="00A45547">
        <w:rPr>
          <w:rStyle w:val="IGindeksgrny"/>
          <w:lang w:eastAsia="en-US"/>
        </w:rPr>
        <w:t>2)</w:t>
      </w:r>
      <w:r w:rsidRPr="00A45547">
        <w:rPr>
          <w:lang w:eastAsia="en-US"/>
        </w:rPr>
        <w:t xml:space="preserve"> W przypadku wniosku o przyznanie nagrody zespołow</w:t>
      </w:r>
      <w:r w:rsidR="00547966">
        <w:t>ej</w:t>
      </w:r>
      <w:r w:rsidRPr="00A45547">
        <w:rPr>
          <w:lang w:eastAsia="en-US"/>
        </w:rPr>
        <w:t xml:space="preserve"> należy wpisać dane członków zespołu, rozpoczynając od danych </w:t>
      </w:r>
      <w:r w:rsidR="00957874" w:rsidRPr="00957874">
        <w:rPr>
          <w:lang w:eastAsia="en-US"/>
        </w:rPr>
        <w:t>osoby kierującej pracami zespołu</w:t>
      </w:r>
      <w:r w:rsidRPr="00A45547">
        <w:rPr>
          <w:lang w:eastAsia="en-US"/>
        </w:rPr>
        <w:t>.</w:t>
      </w:r>
    </w:p>
    <w:p w14:paraId="2686B4C6" w14:textId="77777777" w:rsidR="00A45547" w:rsidRPr="00A45547" w:rsidRDefault="00A45547" w:rsidP="00AF6C25">
      <w:pPr>
        <w:pStyle w:val="USTustnpkodeksu"/>
        <w:rPr>
          <w:lang w:eastAsia="en-US"/>
        </w:rPr>
      </w:pPr>
      <w:r w:rsidRPr="00A45547">
        <w:rPr>
          <w:rStyle w:val="IGindeksgrny"/>
          <w:lang w:eastAsia="en-US"/>
        </w:rPr>
        <w:t>3)</w:t>
      </w:r>
      <w:r w:rsidRPr="00A45547">
        <w:rPr>
          <w:lang w:eastAsia="en-US"/>
        </w:rPr>
        <w:t xml:space="preserve"> Należy wypełnić</w:t>
      </w:r>
      <w:r w:rsidR="008E3186">
        <w:t>,</w:t>
      </w:r>
      <w:r w:rsidRPr="00A45547">
        <w:rPr>
          <w:lang w:eastAsia="en-US"/>
        </w:rPr>
        <w:t xml:space="preserve"> jeżeli wniosek dotyczy nagrody zespołowej.</w:t>
      </w:r>
    </w:p>
    <w:p w14:paraId="18D1CFD9" w14:textId="77777777" w:rsidR="00A45547" w:rsidRPr="00A45547" w:rsidRDefault="00A45547" w:rsidP="00AF6C25">
      <w:pPr>
        <w:pStyle w:val="USTustnpkodeksu"/>
        <w:rPr>
          <w:lang w:eastAsia="en-US"/>
        </w:rPr>
      </w:pPr>
      <w:r w:rsidRPr="00A45547">
        <w:rPr>
          <w:rStyle w:val="IGindeksgrny"/>
          <w:lang w:eastAsia="en-US"/>
        </w:rPr>
        <w:t>4)</w:t>
      </w:r>
      <w:r w:rsidR="007A083F">
        <w:rPr>
          <w:lang w:eastAsia="en-US"/>
        </w:rPr>
        <w:t xml:space="preserve"> Należy wpisać</w:t>
      </w:r>
      <w:r w:rsidRPr="00A45547">
        <w:rPr>
          <w:lang w:eastAsia="en-US"/>
        </w:rPr>
        <w:t xml:space="preserve"> odpowiednio do rodzaju nagrody:</w:t>
      </w:r>
    </w:p>
    <w:p w14:paraId="441F68FC" w14:textId="77777777" w:rsidR="00A45547" w:rsidRPr="00A45547" w:rsidRDefault="00A45547" w:rsidP="00AF6C25">
      <w:pPr>
        <w:pStyle w:val="LITlitera"/>
        <w:rPr>
          <w:lang w:eastAsia="en-US"/>
        </w:rPr>
      </w:pPr>
      <w:r w:rsidRPr="00A45547">
        <w:rPr>
          <w:lang w:eastAsia="en-US"/>
        </w:rPr>
        <w:t>a) w przypadku nagrody za wyróżniającą się rozprawę doktorską:</w:t>
      </w:r>
    </w:p>
    <w:p w14:paraId="040B6B62" w14:textId="77777777" w:rsidR="00A45547" w:rsidRPr="00A45547" w:rsidRDefault="00A45547" w:rsidP="00AF6C25">
      <w:pPr>
        <w:pStyle w:val="TIRtiret"/>
        <w:rPr>
          <w:lang w:eastAsia="en-US"/>
        </w:rPr>
      </w:pPr>
      <w:r w:rsidRPr="00A45547">
        <w:rPr>
          <w:lang w:eastAsia="en-US"/>
        </w:rPr>
        <w:t>– tytuł rozprawy doktorskiej,</w:t>
      </w:r>
    </w:p>
    <w:p w14:paraId="45234E4A" w14:textId="77777777" w:rsidR="00A45547" w:rsidRPr="00A45547" w:rsidRDefault="00A45547" w:rsidP="00AF6C25">
      <w:pPr>
        <w:pStyle w:val="TIRtiret"/>
        <w:rPr>
          <w:lang w:eastAsia="en-US"/>
        </w:rPr>
      </w:pPr>
      <w:r w:rsidRPr="00A45547">
        <w:rPr>
          <w:lang w:eastAsia="en-US"/>
        </w:rPr>
        <w:lastRenderedPageBreak/>
        <w:t>– zwięzły opis przedmiotu rozprawy doktorskiej,</w:t>
      </w:r>
    </w:p>
    <w:p w14:paraId="767F55DB" w14:textId="77777777" w:rsidR="00A45547" w:rsidRPr="00A45547" w:rsidRDefault="00A45547" w:rsidP="00AF6C25">
      <w:pPr>
        <w:pStyle w:val="TIRtiret"/>
        <w:rPr>
          <w:lang w:eastAsia="en-US"/>
        </w:rPr>
      </w:pPr>
      <w:r w:rsidRPr="00A45547">
        <w:rPr>
          <w:lang w:eastAsia="en-US"/>
        </w:rPr>
        <w:t>– datę obrony rozprawy doktorskiej,</w:t>
      </w:r>
    </w:p>
    <w:p w14:paraId="0E0D9EC2" w14:textId="77777777" w:rsidR="00A45547" w:rsidRPr="00A45547" w:rsidRDefault="00A45547" w:rsidP="00AF6C25">
      <w:pPr>
        <w:pStyle w:val="TIRtiret"/>
        <w:rPr>
          <w:lang w:eastAsia="en-US"/>
        </w:rPr>
      </w:pPr>
      <w:r w:rsidRPr="00A45547">
        <w:rPr>
          <w:lang w:eastAsia="en-US"/>
        </w:rPr>
        <w:t>– datę nadania stopnia naukowego doktora albo doktora w zakresie sztuki,</w:t>
      </w:r>
    </w:p>
    <w:p w14:paraId="3B90370B" w14:textId="77777777" w:rsidR="00A45547" w:rsidRPr="00A45547" w:rsidRDefault="00A45547" w:rsidP="00AF6C25">
      <w:pPr>
        <w:pStyle w:val="TIRtiret"/>
        <w:rPr>
          <w:lang w:eastAsia="en-US"/>
        </w:rPr>
      </w:pPr>
      <w:r w:rsidRPr="00A45547">
        <w:rPr>
          <w:lang w:eastAsia="en-US"/>
        </w:rPr>
        <w:t>– nazwę podmiotu doktoryzującego, w którym zostało przeprowadzone postępowanie w sprawie nadania stopnia doktora albo przewód doktorski,</w:t>
      </w:r>
    </w:p>
    <w:p w14:paraId="269C6E2D" w14:textId="77777777" w:rsidR="00A45547" w:rsidRPr="00A45547" w:rsidRDefault="00A45547" w:rsidP="00AF6C25">
      <w:pPr>
        <w:pStyle w:val="TIRtiret"/>
        <w:rPr>
          <w:lang w:eastAsia="en-US"/>
        </w:rPr>
      </w:pPr>
      <w:r w:rsidRPr="00A45547">
        <w:rPr>
          <w:lang w:eastAsia="en-US"/>
        </w:rPr>
        <w:t>– informację o trybie przygotowania rozprawy doktorskiej,</w:t>
      </w:r>
    </w:p>
    <w:p w14:paraId="5A3B6B45" w14:textId="77777777" w:rsidR="00A45547" w:rsidRPr="00A45547" w:rsidRDefault="00A45547" w:rsidP="00AF6C25">
      <w:pPr>
        <w:pStyle w:val="LITlitera"/>
        <w:rPr>
          <w:lang w:eastAsia="en-US"/>
        </w:rPr>
      </w:pPr>
      <w:r w:rsidRPr="00A45547">
        <w:rPr>
          <w:lang w:eastAsia="en-US"/>
        </w:rPr>
        <w:t>b) w przypadku nagrody za wysoko ocenione osiągnięcia będące podstawą nadania stopnia doktora habilitowanego:</w:t>
      </w:r>
    </w:p>
    <w:p w14:paraId="348F1560" w14:textId="77777777" w:rsidR="00A45547" w:rsidRPr="00A45547" w:rsidRDefault="00A45547" w:rsidP="00AF6C25">
      <w:pPr>
        <w:pStyle w:val="TIRtiret"/>
        <w:rPr>
          <w:lang w:eastAsia="en-US"/>
        </w:rPr>
      </w:pPr>
      <w:r w:rsidRPr="00A45547">
        <w:rPr>
          <w:lang w:eastAsia="en-US"/>
        </w:rPr>
        <w:t>– datę nadania stopnia naukowego doktora habilitowanego albo doktora habilitowanego w zakresie sztuki,</w:t>
      </w:r>
    </w:p>
    <w:p w14:paraId="7033DF82" w14:textId="77777777" w:rsidR="00A45547" w:rsidRPr="00A45547" w:rsidRDefault="00A45547" w:rsidP="00AF6C25">
      <w:pPr>
        <w:pStyle w:val="TIRtiret"/>
        <w:rPr>
          <w:lang w:eastAsia="en-US"/>
        </w:rPr>
      </w:pPr>
      <w:r w:rsidRPr="00A45547">
        <w:rPr>
          <w:lang w:eastAsia="en-US"/>
        </w:rPr>
        <w:t>– nazwę podmiotu habilitującego, w którym zostało przeprowadzone postępowanie w sprawie nadania stopnia doktora habilitowanego albo postępowanie habilitacyjne,</w:t>
      </w:r>
    </w:p>
    <w:p w14:paraId="1112840D" w14:textId="77777777" w:rsidR="00A45547" w:rsidRPr="00A45547" w:rsidRDefault="00A45547" w:rsidP="00AF6C25">
      <w:pPr>
        <w:pStyle w:val="TIRtiret"/>
        <w:rPr>
          <w:lang w:eastAsia="en-US"/>
        </w:rPr>
      </w:pPr>
      <w:r w:rsidRPr="00A45547">
        <w:rPr>
          <w:lang w:eastAsia="en-US"/>
        </w:rPr>
        <w:t>– zwięzły opis wyróżniających się osiągnięć będących podstawą nadania stopnia doktora habilitowanego,</w:t>
      </w:r>
    </w:p>
    <w:p w14:paraId="0E60AA16" w14:textId="77777777" w:rsidR="00A45547" w:rsidRPr="00A45547" w:rsidRDefault="00A45547" w:rsidP="00AF6C25">
      <w:pPr>
        <w:pStyle w:val="LITlitera"/>
        <w:rPr>
          <w:lang w:eastAsia="en-US"/>
        </w:rPr>
      </w:pPr>
      <w:r w:rsidRPr="00A45547">
        <w:rPr>
          <w:lang w:eastAsia="en-US"/>
        </w:rPr>
        <w:t>c) w przypadku nagrody za osiągnięcia w zakresie działalności naukowej, w tym twórczości artystycznej, lub działalności wdrożeniowej, stosownie do zakresu osiągnięcia zwięzłą informację o:</w:t>
      </w:r>
    </w:p>
    <w:p w14:paraId="2D69CCC9" w14:textId="77777777" w:rsidR="00A45547" w:rsidRPr="00A45547" w:rsidRDefault="00A45547" w:rsidP="00AF6C25">
      <w:pPr>
        <w:pStyle w:val="TIRtiret"/>
        <w:rPr>
          <w:lang w:eastAsia="en-US"/>
        </w:rPr>
      </w:pPr>
      <w:r w:rsidRPr="00A45547">
        <w:rPr>
          <w:lang w:eastAsia="en-US"/>
        </w:rPr>
        <w:t>– publikacjach naukowych kandydata do nagrody,</w:t>
      </w:r>
    </w:p>
    <w:p w14:paraId="4EE1F6BD" w14:textId="77777777" w:rsidR="00A45547" w:rsidRPr="00A45547" w:rsidRDefault="00A45547" w:rsidP="00AF6C25">
      <w:pPr>
        <w:pStyle w:val="TIRtiret"/>
        <w:rPr>
          <w:lang w:eastAsia="en-US"/>
        </w:rPr>
      </w:pPr>
      <w:r w:rsidRPr="00A45547">
        <w:rPr>
          <w:lang w:eastAsia="en-US"/>
        </w:rPr>
        <w:t>– przebiegu badań naukowych lub prac rozwojowych</w:t>
      </w:r>
      <w:r w:rsidR="008E3186">
        <w:t>,</w:t>
      </w:r>
      <w:r w:rsidRPr="00A45547">
        <w:rPr>
          <w:lang w:eastAsia="en-US"/>
        </w:rPr>
        <w:t xml:space="preserve"> lub działań artystycznych, w wyniku których zostało uzyskane osiągnięcie objęte wnioskiem,</w:t>
      </w:r>
    </w:p>
    <w:p w14:paraId="4DC38195" w14:textId="46FD2C55" w:rsidR="00A45547" w:rsidRPr="00A45547" w:rsidRDefault="00A45547" w:rsidP="00AF6C25">
      <w:pPr>
        <w:pStyle w:val="TIRtiret"/>
        <w:rPr>
          <w:lang w:eastAsia="en-US"/>
        </w:rPr>
      </w:pPr>
      <w:r w:rsidRPr="00A45547">
        <w:rPr>
          <w:lang w:eastAsia="en-US"/>
        </w:rPr>
        <w:t>– w przypadku wniosku o przyznanie nagrody zespołow</w:t>
      </w:r>
      <w:r w:rsidR="008E3186">
        <w:t>ej</w:t>
      </w:r>
      <w:r w:rsidRPr="00A45547">
        <w:rPr>
          <w:lang w:eastAsia="en-US"/>
        </w:rPr>
        <w:t xml:space="preserve"> – zwięzłą informację o składzie zespołu, utworzeniu, celach zespołu oraz wskazanie zasięgu jego działania,</w:t>
      </w:r>
    </w:p>
    <w:p w14:paraId="604F118F" w14:textId="77777777" w:rsidR="00A45547" w:rsidRPr="00A45547" w:rsidRDefault="00A45547" w:rsidP="00AF6C25">
      <w:pPr>
        <w:pStyle w:val="TIRtiret"/>
        <w:rPr>
          <w:lang w:eastAsia="en-US"/>
        </w:rPr>
      </w:pPr>
      <w:r w:rsidRPr="00A45547">
        <w:rPr>
          <w:lang w:eastAsia="en-US"/>
        </w:rPr>
        <w:t>– sposobie wykorzystania wyników badań naukowych lub prac rozwojowych</w:t>
      </w:r>
      <w:r w:rsidR="008E3186">
        <w:t>,</w:t>
      </w:r>
      <w:r w:rsidRPr="00A45547">
        <w:rPr>
          <w:lang w:eastAsia="en-US"/>
        </w:rPr>
        <w:t xml:space="preserve"> lub działań artystycznych, wraz ze wskazaniem podmiotu, który je wykorzystał</w:t>
      </w:r>
      <w:r w:rsidR="00664C46">
        <w:t>,</w:t>
      </w:r>
      <w:r w:rsidRPr="00A45547">
        <w:rPr>
          <w:lang w:eastAsia="en-US"/>
        </w:rPr>
        <w:t xml:space="preserve"> lub</w:t>
      </w:r>
    </w:p>
    <w:p w14:paraId="54619262" w14:textId="77777777" w:rsidR="00A45547" w:rsidRPr="00A45547" w:rsidRDefault="00A45547" w:rsidP="00AF6C25">
      <w:pPr>
        <w:pStyle w:val="TIRtiret"/>
        <w:rPr>
          <w:lang w:eastAsia="en-US"/>
        </w:rPr>
      </w:pPr>
      <w:r w:rsidRPr="00A45547">
        <w:rPr>
          <w:lang w:eastAsia="en-US"/>
        </w:rPr>
        <w:t>– działaniach podjętych przez kandydata do nagrody, zmierzających do komercjalizacji wyników działalności naukowej oraz know-how związanego z tymi wynikami lub o wynikach komercjalizacji przeprowadzonej przez kandydata.</w:t>
      </w:r>
    </w:p>
    <w:p w14:paraId="3E39A7F9" w14:textId="77777777" w:rsidR="00A45547" w:rsidRPr="00A45547" w:rsidRDefault="00A45547" w:rsidP="00AF6C25">
      <w:pPr>
        <w:pStyle w:val="USTustnpkodeksu"/>
        <w:rPr>
          <w:lang w:eastAsia="en-US"/>
        </w:rPr>
      </w:pPr>
      <w:r w:rsidRPr="00A45547">
        <w:rPr>
          <w:rStyle w:val="IGindeksgrny"/>
          <w:lang w:eastAsia="en-US"/>
        </w:rPr>
        <w:t>5)</w:t>
      </w:r>
      <w:r w:rsidRPr="00A45547">
        <w:rPr>
          <w:lang w:eastAsia="en-US"/>
        </w:rPr>
        <w:t xml:space="preserve"> Wskazanie osiągnięcia kandydata do nagrody nie powinno przek</w:t>
      </w:r>
      <w:r w:rsidR="007A083F">
        <w:rPr>
          <w:lang w:eastAsia="en-US"/>
        </w:rPr>
        <w:t xml:space="preserve">raczać 5000 znaków. W przypadku, </w:t>
      </w:r>
      <w:r w:rsidRPr="00A45547">
        <w:rPr>
          <w:lang w:eastAsia="en-US"/>
        </w:rPr>
        <w:t xml:space="preserve">gdy wskazanie osiągnięcia kandydata do nagrody przekracza dopuszczalną </w:t>
      </w:r>
      <w:r w:rsidRPr="00A45547">
        <w:rPr>
          <w:lang w:eastAsia="en-US"/>
        </w:rPr>
        <w:lastRenderedPageBreak/>
        <w:t>liczbę znaków</w:t>
      </w:r>
      <w:r w:rsidR="00664C46">
        <w:t>,</w:t>
      </w:r>
      <w:r w:rsidRPr="00A45547">
        <w:rPr>
          <w:lang w:eastAsia="en-US"/>
        </w:rPr>
        <w:t xml:space="preserve"> należy je sporządzić w formie odrębnego dokumentu i przedłożyć wraz z wnioskiem.</w:t>
      </w:r>
    </w:p>
    <w:p w14:paraId="44EDC44A" w14:textId="77777777" w:rsidR="00261A16" w:rsidRPr="00737F6A" w:rsidRDefault="00A45547" w:rsidP="007A083F">
      <w:pPr>
        <w:pStyle w:val="USTustnpkodeksu"/>
        <w:rPr>
          <w:lang w:eastAsia="en-US"/>
        </w:rPr>
      </w:pPr>
      <w:r w:rsidRPr="00A45547">
        <w:rPr>
          <w:rStyle w:val="IGindeksgrny"/>
          <w:lang w:eastAsia="en-US"/>
        </w:rPr>
        <w:t>6)</w:t>
      </w:r>
      <w:r w:rsidRPr="00A45547">
        <w:rPr>
          <w:lang w:eastAsia="en-US"/>
        </w:rPr>
        <w:t xml:space="preserve"> Należy w szczególności wykazać spełnie</w:t>
      </w:r>
      <w:r w:rsidR="007A083F">
        <w:rPr>
          <w:lang w:eastAsia="en-US"/>
        </w:rPr>
        <w:t>nie kryteriów określonych w § 3-</w:t>
      </w:r>
      <w:r w:rsidRPr="00A45547">
        <w:rPr>
          <w:lang w:eastAsia="en-US"/>
        </w:rPr>
        <w:t>5 lub § 21 rozporządzenia Prezesa Rady Ministrów z dnia 21 maja 2019 r. w sprawie kryteriów i trybu przyznawania nagród Prezesa Rady Ministrów oraz wzoru wniosku o ich przyznanie (Dz. U. poz. 976</w:t>
      </w:r>
      <w:r w:rsidR="00664C46">
        <w:t xml:space="preserve"> i …</w:t>
      </w:r>
      <w:r w:rsidRPr="00A45547">
        <w:rPr>
          <w:lang w:eastAsia="en-US"/>
        </w:rPr>
        <w:t>).</w:t>
      </w: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C34BA5" w14:textId="77777777" w:rsidR="00F212D5" w:rsidRDefault="00F212D5">
      <w:r>
        <w:separator/>
      </w:r>
    </w:p>
  </w:endnote>
  <w:endnote w:type="continuationSeparator" w:id="0">
    <w:p w14:paraId="4FF01674" w14:textId="77777777" w:rsidR="00F212D5" w:rsidRDefault="00F21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FAE4A" w14:textId="77777777" w:rsidR="00F212D5" w:rsidRDefault="00F212D5">
      <w:r>
        <w:separator/>
      </w:r>
    </w:p>
  </w:footnote>
  <w:footnote w:type="continuationSeparator" w:id="0">
    <w:p w14:paraId="20D31365" w14:textId="77777777" w:rsidR="00F212D5" w:rsidRDefault="00F21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3D878" w14:textId="418B4C04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AA0475">
      <w:rPr>
        <w:noProof/>
      </w:rPr>
      <w:t>4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547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4041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C5A99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AF"/>
    <w:rsid w:val="002F0CFA"/>
    <w:rsid w:val="002F669F"/>
    <w:rsid w:val="00301C97"/>
    <w:rsid w:val="00305FE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34B9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66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235A7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4C46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4D3B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083F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3186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57874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143F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8F7"/>
    <w:rsid w:val="00A37E70"/>
    <w:rsid w:val="00A437E1"/>
    <w:rsid w:val="00A45547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0475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6C25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E6010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4662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CF6652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682B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03F0"/>
    <w:rsid w:val="00E41C28"/>
    <w:rsid w:val="00E46308"/>
    <w:rsid w:val="00E51E17"/>
    <w:rsid w:val="00E52DAB"/>
    <w:rsid w:val="00E539B0"/>
    <w:rsid w:val="00E53C33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148C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12D5"/>
    <w:rsid w:val="00F2668F"/>
    <w:rsid w:val="00F2742F"/>
    <w:rsid w:val="00F2753B"/>
    <w:rsid w:val="00F33F8B"/>
    <w:rsid w:val="00F340B2"/>
    <w:rsid w:val="00F43390"/>
    <w:rsid w:val="00F443B2"/>
    <w:rsid w:val="00F458D8"/>
    <w:rsid w:val="00F4741C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FCD4C7"/>
  <w15:docId w15:val="{B5E2B13C-F89D-421A-B1B0-2A9AB4B5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uiPriority="0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9D143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ocun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214E42-01B1-413A-A9B1-6F98DF58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4</Pages>
  <Words>516</Words>
  <Characters>3524</Characters>
  <Application>Microsoft Office Word</Application>
  <DocSecurity>4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Kwieciński Jacek</dc:creator>
  <cp:lastModifiedBy>Gruszka Joanna</cp:lastModifiedBy>
  <cp:revision>2</cp:revision>
  <cp:lastPrinted>2012-04-23T06:39:00Z</cp:lastPrinted>
  <dcterms:created xsi:type="dcterms:W3CDTF">2022-01-18T09:24:00Z</dcterms:created>
  <dcterms:modified xsi:type="dcterms:W3CDTF">2022-01-18T09:24:00Z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